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661"/>
        <w:gridCol w:w="960"/>
        <w:gridCol w:w="1058"/>
        <w:gridCol w:w="245"/>
        <w:gridCol w:w="993"/>
        <w:gridCol w:w="396"/>
        <w:gridCol w:w="245"/>
        <w:gridCol w:w="396"/>
        <w:gridCol w:w="1702"/>
        <w:gridCol w:w="839"/>
        <w:gridCol w:w="2478"/>
        <w:gridCol w:w="8"/>
      </w:tblGrid>
      <w:tr w:rsidR="00DC17CB" w:rsidRPr="00A33FE5" w14:paraId="5408EAD3" w14:textId="77777777" w:rsidTr="00491FEC">
        <w:trPr>
          <w:trHeight w:val="578"/>
          <w:jc w:val="center"/>
        </w:trPr>
        <w:tc>
          <w:tcPr>
            <w:tcW w:w="10987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D1F1A3" w14:textId="1ADB0ECA" w:rsidR="00DC17CB" w:rsidRDefault="004E7F0C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bCs/>
                <w:sz w:val="32"/>
                <w:szCs w:val="32"/>
              </w:rPr>
              <w:t>Oferta</w:t>
            </w:r>
          </w:p>
          <w:p w14:paraId="072FE8F6" w14:textId="77777777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32"/>
                <w:szCs w:val="32"/>
              </w:rPr>
            </w:pPr>
          </w:p>
        </w:tc>
      </w:tr>
      <w:tr w:rsidR="00DC17CB" w:rsidRPr="00A33FE5" w14:paraId="3FD82A9D" w14:textId="77777777" w:rsidTr="00491FEC">
        <w:trPr>
          <w:gridAfter w:val="1"/>
          <w:wAfter w:w="8" w:type="dxa"/>
          <w:trHeight w:val="255"/>
          <w:jc w:val="center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258919" w14:textId="77777777" w:rsidR="00DC17CB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</w:p>
          <w:p w14:paraId="3C098C3A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>Nr sprawy: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55688F" w14:textId="03E4C06F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BZP/271/</w:t>
            </w:r>
            <w:r w:rsidR="00B35F89">
              <w:rPr>
                <w:rFonts w:eastAsia="Times New Roman" w:cs="Calibri"/>
                <w:b/>
              </w:rPr>
              <w:t>148</w:t>
            </w:r>
            <w:r w:rsidR="00DB5505">
              <w:rPr>
                <w:rFonts w:eastAsia="Times New Roman" w:cs="Calibri"/>
                <w:b/>
              </w:rPr>
              <w:t>/2025</w:t>
            </w:r>
          </w:p>
        </w:tc>
        <w:tc>
          <w:tcPr>
            <w:tcW w:w="16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990779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Tryb:</w:t>
            </w:r>
          </w:p>
        </w:tc>
        <w:tc>
          <w:tcPr>
            <w:tcW w:w="56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C07869" w14:textId="3B2670EC" w:rsidR="00DC17CB" w:rsidRPr="00A33FE5" w:rsidRDefault="00535C1D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</w:t>
            </w:r>
            <w:r w:rsidR="00DC17CB">
              <w:rPr>
                <w:rFonts w:eastAsia="Times New Roman" w:cs="Calibri"/>
                <w:b/>
              </w:rPr>
              <w:t>odstawowy</w:t>
            </w:r>
            <w:r>
              <w:rPr>
                <w:rFonts w:eastAsia="Times New Roman" w:cs="Calibri"/>
                <w:b/>
              </w:rPr>
              <w:t xml:space="preserve"> z możliwością negocjacji</w:t>
            </w:r>
          </w:p>
        </w:tc>
      </w:tr>
      <w:tr w:rsidR="00DC17CB" w:rsidRPr="00A33FE5" w14:paraId="692716A7" w14:textId="77777777" w:rsidTr="00491FEC">
        <w:trPr>
          <w:trHeight w:val="255"/>
          <w:jc w:val="center"/>
        </w:trPr>
        <w:tc>
          <w:tcPr>
            <w:tcW w:w="10987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79409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</w:rPr>
            </w:pPr>
          </w:p>
        </w:tc>
      </w:tr>
      <w:tr w:rsidR="00DC17CB" w:rsidRPr="00A33FE5" w14:paraId="3D91D483" w14:textId="77777777" w:rsidTr="00491FEC">
        <w:trPr>
          <w:trHeight w:val="525"/>
          <w:jc w:val="center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9CE866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>Przedmiot:</w:t>
            </w:r>
          </w:p>
        </w:tc>
        <w:tc>
          <w:tcPr>
            <w:tcW w:w="93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8C61D3" w14:textId="501709D8" w:rsidR="00DC17CB" w:rsidRPr="004B5044" w:rsidRDefault="0014445D" w:rsidP="00304C9E">
            <w:pPr>
              <w:spacing w:after="0" w:line="240" w:lineRule="auto"/>
              <w:rPr>
                <w:rFonts w:eastAsia="Times New Roman" w:cs="Calibri"/>
                <w:b/>
                <w:bCs/>
                <w:sz w:val="28"/>
                <w:szCs w:val="28"/>
              </w:rPr>
            </w:pPr>
            <w:r w:rsidRPr="0014445D">
              <w:rPr>
                <w:rFonts w:ascii="Arial" w:hAnsi="Arial" w:cs="Arial"/>
                <w:b/>
              </w:rPr>
              <w:t>Dowóz uczniów do szkół i ośrodków</w:t>
            </w:r>
          </w:p>
        </w:tc>
      </w:tr>
      <w:tr w:rsidR="00DC17CB" w:rsidRPr="00A33FE5" w14:paraId="751E3168" w14:textId="77777777" w:rsidTr="00491FEC">
        <w:trPr>
          <w:trHeight w:val="255"/>
          <w:jc w:val="center"/>
        </w:trPr>
        <w:tc>
          <w:tcPr>
            <w:tcW w:w="1098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927E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DC17CB" w:rsidRPr="00A33FE5" w14:paraId="54316D29" w14:textId="77777777" w:rsidTr="00491FEC">
        <w:trPr>
          <w:trHeight w:val="760"/>
          <w:jc w:val="center"/>
        </w:trPr>
        <w:tc>
          <w:tcPr>
            <w:tcW w:w="2627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14:paraId="225A54E6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>Nazwa Wykonawcy:</w:t>
            </w:r>
          </w:p>
        </w:tc>
        <w:tc>
          <w:tcPr>
            <w:tcW w:w="8360" w:type="dxa"/>
            <w:gridSpan w:val="10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7E77C79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71F68673" w14:textId="77777777" w:rsidTr="00491FEC">
        <w:trPr>
          <w:trHeight w:val="552"/>
          <w:jc w:val="center"/>
        </w:trPr>
        <w:tc>
          <w:tcPr>
            <w:tcW w:w="1006" w:type="dxa"/>
            <w:noWrap/>
            <w:vAlign w:val="center"/>
            <w:hideMark/>
          </w:tcPr>
          <w:p w14:paraId="07358E7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ulica: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2CA6690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3"/>
            <w:noWrap/>
            <w:vAlign w:val="center"/>
            <w:hideMark/>
          </w:tcPr>
          <w:p w14:paraId="0717310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domu:</w:t>
            </w:r>
          </w:p>
        </w:tc>
        <w:tc>
          <w:tcPr>
            <w:tcW w:w="2098" w:type="dxa"/>
            <w:gridSpan w:val="2"/>
            <w:shd w:val="clear" w:color="auto" w:fill="EAF1DD"/>
            <w:noWrap/>
            <w:vAlign w:val="center"/>
            <w:hideMark/>
          </w:tcPr>
          <w:p w14:paraId="1FC1392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839" w:type="dxa"/>
            <w:noWrap/>
            <w:vAlign w:val="center"/>
            <w:hideMark/>
          </w:tcPr>
          <w:p w14:paraId="52B9816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lokalu:</w:t>
            </w:r>
          </w:p>
        </w:tc>
        <w:tc>
          <w:tcPr>
            <w:tcW w:w="2486" w:type="dxa"/>
            <w:gridSpan w:val="2"/>
            <w:shd w:val="clear" w:color="auto" w:fill="EAF1DD"/>
            <w:noWrap/>
            <w:vAlign w:val="center"/>
            <w:hideMark/>
          </w:tcPr>
          <w:p w14:paraId="31A715A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1866922F" w14:textId="77777777" w:rsidTr="00491FEC">
        <w:trPr>
          <w:trHeight w:val="552"/>
          <w:jc w:val="center"/>
        </w:trPr>
        <w:tc>
          <w:tcPr>
            <w:tcW w:w="1006" w:type="dxa"/>
            <w:noWrap/>
            <w:vAlign w:val="center"/>
            <w:hideMark/>
          </w:tcPr>
          <w:p w14:paraId="1990E15E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kod: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662282B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3"/>
            <w:noWrap/>
            <w:vAlign w:val="center"/>
            <w:hideMark/>
          </w:tcPr>
          <w:p w14:paraId="54FE008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miejscowość:</w:t>
            </w:r>
          </w:p>
        </w:tc>
        <w:tc>
          <w:tcPr>
            <w:tcW w:w="5423" w:type="dxa"/>
            <w:gridSpan w:val="5"/>
            <w:shd w:val="clear" w:color="auto" w:fill="EAF1DD"/>
            <w:vAlign w:val="center"/>
          </w:tcPr>
          <w:p w14:paraId="2F66DE3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0619C191" w14:textId="77777777" w:rsidTr="00491FEC">
        <w:trPr>
          <w:trHeight w:val="552"/>
          <w:jc w:val="center"/>
        </w:trPr>
        <w:tc>
          <w:tcPr>
            <w:tcW w:w="1006" w:type="dxa"/>
            <w:noWrap/>
            <w:vAlign w:val="center"/>
          </w:tcPr>
          <w:p w14:paraId="3202D823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Powiat: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322A7FF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1634" w:type="dxa"/>
            <w:gridSpan w:val="3"/>
            <w:noWrap/>
            <w:vAlign w:val="center"/>
          </w:tcPr>
          <w:p w14:paraId="237D25D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Województwo:</w:t>
            </w:r>
          </w:p>
        </w:tc>
        <w:tc>
          <w:tcPr>
            <w:tcW w:w="5423" w:type="dxa"/>
            <w:gridSpan w:val="5"/>
            <w:shd w:val="clear" w:color="auto" w:fill="EAF1DD"/>
            <w:vAlign w:val="center"/>
          </w:tcPr>
          <w:p w14:paraId="1321788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FF31C68" w14:textId="77777777" w:rsidTr="00491FEC">
        <w:trPr>
          <w:trHeight w:val="552"/>
          <w:jc w:val="center"/>
        </w:trPr>
        <w:tc>
          <w:tcPr>
            <w:tcW w:w="1006" w:type="dxa"/>
            <w:noWrap/>
            <w:vAlign w:val="center"/>
            <w:hideMark/>
          </w:tcPr>
          <w:p w14:paraId="2523881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NIP: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5F284E24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3"/>
            <w:noWrap/>
            <w:vAlign w:val="center"/>
            <w:hideMark/>
          </w:tcPr>
          <w:p w14:paraId="284AA3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REGON:</w:t>
            </w:r>
          </w:p>
        </w:tc>
        <w:tc>
          <w:tcPr>
            <w:tcW w:w="5423" w:type="dxa"/>
            <w:gridSpan w:val="5"/>
            <w:shd w:val="clear" w:color="auto" w:fill="EAF1DD"/>
            <w:noWrap/>
            <w:vAlign w:val="center"/>
            <w:hideMark/>
          </w:tcPr>
          <w:p w14:paraId="5281930C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33D1AF3A" w14:textId="77777777" w:rsidTr="00491FEC">
        <w:trPr>
          <w:trHeight w:val="625"/>
          <w:jc w:val="center"/>
        </w:trPr>
        <w:tc>
          <w:tcPr>
            <w:tcW w:w="1006" w:type="dxa"/>
            <w:noWrap/>
            <w:vAlign w:val="center"/>
            <w:hideMark/>
          </w:tcPr>
          <w:p w14:paraId="3C95B4F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Tel/fax:</w:t>
            </w:r>
          </w:p>
        </w:tc>
        <w:tc>
          <w:tcPr>
            <w:tcW w:w="2924" w:type="dxa"/>
            <w:gridSpan w:val="4"/>
            <w:shd w:val="clear" w:color="auto" w:fill="EAF1DD"/>
            <w:vAlign w:val="center"/>
          </w:tcPr>
          <w:p w14:paraId="564B88B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2030" w:type="dxa"/>
            <w:gridSpan w:val="4"/>
            <w:vAlign w:val="center"/>
            <w:hideMark/>
          </w:tcPr>
          <w:p w14:paraId="2AC8EEC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E-mail </w:t>
            </w:r>
            <w:r w:rsidRPr="00A33FE5">
              <w:rPr>
                <w:rFonts w:eastAsia="Times New Roman" w:cs="Calibri"/>
              </w:rPr>
              <w:t>(na potrzeby postępowania):</w:t>
            </w:r>
          </w:p>
        </w:tc>
        <w:tc>
          <w:tcPr>
            <w:tcW w:w="5027" w:type="dxa"/>
            <w:gridSpan w:val="4"/>
            <w:shd w:val="clear" w:color="auto" w:fill="EAF1DD"/>
            <w:vAlign w:val="center"/>
          </w:tcPr>
          <w:p w14:paraId="797C623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CB4BC59" w14:textId="77777777" w:rsidTr="00491FEC">
        <w:trPr>
          <w:trHeight w:val="824"/>
          <w:jc w:val="center"/>
        </w:trPr>
        <w:tc>
          <w:tcPr>
            <w:tcW w:w="3930" w:type="dxa"/>
            <w:gridSpan w:val="5"/>
            <w:vAlign w:val="center"/>
            <w:hideMark/>
          </w:tcPr>
          <w:p w14:paraId="0E3C21A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Nazwa rejestru działalności gospodarczej </w:t>
            </w:r>
            <w:r w:rsidRPr="00A33FE5">
              <w:rPr>
                <w:rFonts w:eastAsia="Times New Roman" w:cs="Calibri"/>
              </w:rPr>
              <w:t>(np. KRS, CEIDG)</w:t>
            </w:r>
            <w:r w:rsidRPr="00A33FE5">
              <w:rPr>
                <w:rFonts w:eastAsia="Times New Roman" w:cs="Calibri"/>
              </w:rPr>
              <w:br/>
              <w:t xml:space="preserve"> i </w:t>
            </w:r>
            <w:r w:rsidRPr="00A33FE5">
              <w:rPr>
                <w:rFonts w:eastAsia="Times New Roman" w:cs="Calibri"/>
                <w:bCs/>
              </w:rPr>
              <w:t xml:space="preserve">nr w rejestrze </w:t>
            </w:r>
            <w:r w:rsidRPr="00A33FE5">
              <w:rPr>
                <w:rFonts w:eastAsia="Times New Roman" w:cs="Calibri"/>
              </w:rPr>
              <w:t>(jeśli występuje)</w:t>
            </w:r>
          </w:p>
        </w:tc>
        <w:tc>
          <w:tcPr>
            <w:tcW w:w="7057" w:type="dxa"/>
            <w:gridSpan w:val="8"/>
            <w:shd w:val="clear" w:color="auto" w:fill="EAF1DD"/>
            <w:vAlign w:val="center"/>
            <w:hideMark/>
          </w:tcPr>
          <w:p w14:paraId="33E3FED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5251D308" w14:textId="77777777" w:rsidTr="00491FEC">
        <w:trPr>
          <w:trHeight w:val="727"/>
          <w:jc w:val="center"/>
        </w:trPr>
        <w:tc>
          <w:tcPr>
            <w:tcW w:w="3930" w:type="dxa"/>
            <w:gridSpan w:val="5"/>
            <w:vAlign w:val="center"/>
          </w:tcPr>
          <w:p w14:paraId="4CAA834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Imiona i nazwiska osób uprawnionych do reprezentacji na </w:t>
            </w:r>
            <w:r w:rsidRPr="00A33FE5">
              <w:rPr>
                <w:rFonts w:eastAsia="Times New Roman" w:cs="Calibri"/>
                <w:b/>
                <w:bCs/>
              </w:rPr>
              <w:t>podstawie rejestru</w:t>
            </w:r>
          </w:p>
        </w:tc>
        <w:tc>
          <w:tcPr>
            <w:tcW w:w="7057" w:type="dxa"/>
            <w:gridSpan w:val="8"/>
            <w:shd w:val="clear" w:color="auto" w:fill="EAF1DD"/>
            <w:vAlign w:val="center"/>
          </w:tcPr>
          <w:p w14:paraId="447B895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00A94EAE" w14:textId="77777777" w:rsidTr="00491FEC">
        <w:trPr>
          <w:trHeight w:val="210"/>
          <w:jc w:val="center"/>
        </w:trPr>
        <w:tc>
          <w:tcPr>
            <w:tcW w:w="10987" w:type="dxa"/>
            <w:gridSpan w:val="13"/>
            <w:noWrap/>
            <w:vAlign w:val="center"/>
            <w:hideMark/>
          </w:tcPr>
          <w:p w14:paraId="2819CBB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5E2EF1" w:rsidRPr="00A33FE5" w14:paraId="46CAAD95" w14:textId="77777777" w:rsidTr="00491FEC">
        <w:trPr>
          <w:trHeight w:val="2977"/>
          <w:jc w:val="center"/>
        </w:trPr>
        <w:tc>
          <w:tcPr>
            <w:tcW w:w="10987" w:type="dxa"/>
            <w:gridSpan w:val="13"/>
            <w:shd w:val="clear" w:color="auto" w:fill="FFFFFF"/>
            <w:noWrap/>
            <w:vAlign w:val="center"/>
          </w:tcPr>
          <w:p w14:paraId="53A71D54" w14:textId="77777777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A33FE5">
              <w:rPr>
                <w:rFonts w:eastAsia="Times New Roman" w:cs="Calibri"/>
                <w:b/>
                <w:u w:val="single"/>
              </w:rPr>
              <w:t>Informacja MŚP</w:t>
            </w:r>
          </w:p>
          <w:p w14:paraId="4D1D0AD0" w14:textId="30A22160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</w:rPr>
            </w:pPr>
            <w:r w:rsidRPr="00A33FE5">
              <w:rPr>
                <w:rFonts w:eastAsia="Times New Roman" w:cs="Calibri"/>
              </w:rPr>
              <w:t>Wykonawca, którego reprezentuję/reprezentujemy</w:t>
            </w:r>
            <w:r>
              <w:rPr>
                <w:rFonts w:eastAsia="Times New Roman" w:cs="Calibri"/>
              </w:rPr>
              <w:t xml:space="preserve"> </w:t>
            </w:r>
            <w:r w:rsidRPr="004E7F0C">
              <w:rPr>
                <w:rFonts w:eastAsia="Times New Roman" w:cs="Calibri"/>
                <w:i/>
              </w:rPr>
              <w:t>(zaznaczyć właściwe)</w:t>
            </w:r>
          </w:p>
          <w:p w14:paraId="590CDC57" w14:textId="742072D6" w:rsidR="005E2EF1" w:rsidRDefault="005E2EF1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 xml:space="preserve">꙱  </w:t>
            </w:r>
            <w:r w:rsidRPr="004E7F0C">
              <w:rPr>
                <w:rFonts w:cs="Calibri"/>
                <w:b/>
                <w:sz w:val="24"/>
                <w:szCs w:val="24"/>
              </w:rPr>
              <w:t>Mikroprzedsiębiorstwem</w:t>
            </w:r>
            <w:r w:rsidRPr="004E7F0C">
              <w:rPr>
                <w:rFonts w:cs="Calibri"/>
                <w:sz w:val="24"/>
                <w:szCs w:val="24"/>
              </w:rPr>
              <w:t>:</w:t>
            </w:r>
            <w:r w:rsidRPr="00A33FE5">
              <w:rPr>
                <w:rFonts w:cs="Calibri"/>
                <w:sz w:val="16"/>
                <w:szCs w:val="16"/>
              </w:rPr>
              <w:t xml:space="preserve"> </w:t>
            </w:r>
          </w:p>
          <w:p w14:paraId="599C4FFF" w14:textId="5CD44663" w:rsidR="005E2EF1" w:rsidRDefault="004E7F0C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10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2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; 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Małe przedsiębiorstwo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: </w:t>
            </w:r>
          </w:p>
          <w:p w14:paraId="01011C40" w14:textId="569D2CA3" w:rsidR="005E2EF1" w:rsidRDefault="004E7F0C" w:rsidP="0081669B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50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10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>;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Średnie przedsiębiorstwa</w:t>
            </w:r>
            <w:r w:rsidR="005E2EF1" w:rsidRPr="00A33FE5">
              <w:rPr>
                <w:rFonts w:cs="Calibri"/>
                <w:sz w:val="16"/>
                <w:szCs w:val="16"/>
              </w:rPr>
              <w:t>: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 </w:t>
            </w:r>
          </w:p>
          <w:p w14:paraId="4BC6B70E" w14:textId="4184AB0F" w:rsidR="004E7F0C" w:rsidRDefault="004E7F0C" w:rsidP="0081669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b/>
                <w:sz w:val="16"/>
                <w:szCs w:val="16"/>
              </w:rPr>
              <w:t>(</w:t>
            </w:r>
            <w:r w:rsidR="005E2EF1" w:rsidRPr="005E2EF1">
              <w:rPr>
                <w:rFonts w:cs="Calibri"/>
                <w:sz w:val="16"/>
                <w:szCs w:val="16"/>
              </w:rPr>
              <w:t>przedsiębiorstwa, które nie są  mikro przedsiębiorcami ani małymi przedsiębiorstwami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 zatrudnia mniej niż 250 osób i których roczny obrót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nie </w:t>
            </w:r>
            <w:r>
              <w:rPr>
                <w:rFonts w:cs="Calibri"/>
                <w:b/>
                <w:sz w:val="16"/>
                <w:szCs w:val="16"/>
              </w:rPr>
              <w:t xml:space="preserve">      </w:t>
            </w:r>
            <w:r>
              <w:rPr>
                <w:rFonts w:cs="Calibri"/>
                <w:b/>
                <w:sz w:val="16"/>
                <w:szCs w:val="16"/>
              </w:rPr>
              <w:br/>
              <w:t xml:space="preserve">               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przekracza 50 milionów EUR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43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eastAsia="Times New Roman" w:cs="Calibri"/>
              </w:rPr>
              <w:t xml:space="preserve">     </w:t>
            </w:r>
          </w:p>
          <w:p w14:paraId="3EEA8A5B" w14:textId="5987857B" w:rsidR="005E2EF1" w:rsidRPr="00A33FE5" w:rsidRDefault="004E7F0C" w:rsidP="00492CCC">
            <w:pPr>
              <w:spacing w:after="0" w:line="240" w:lineRule="auto"/>
              <w:rPr>
                <w:rFonts w:eastAsia="Times New Roman" w:cs="Calibri"/>
                <w:sz w:val="28"/>
                <w:szCs w:val="28"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</w:t>
            </w:r>
            <w:r w:rsidRPr="004E7F0C">
              <w:rPr>
                <w:rFonts w:cs="Calibri"/>
                <w:b/>
                <w:sz w:val="24"/>
                <w:szCs w:val="24"/>
              </w:rPr>
              <w:t>inne</w:t>
            </w:r>
            <w:r w:rsidR="005E2EF1" w:rsidRPr="00A33FE5">
              <w:rPr>
                <w:rFonts w:eastAsia="Times New Roman" w:cs="Calibri"/>
              </w:rPr>
              <w:t xml:space="preserve">   </w:t>
            </w:r>
          </w:p>
        </w:tc>
      </w:tr>
      <w:tr w:rsidR="00DC17CB" w:rsidRPr="00A33FE5" w14:paraId="0841319A" w14:textId="77777777" w:rsidTr="00491FEC">
        <w:trPr>
          <w:trHeight w:val="883"/>
          <w:jc w:val="center"/>
        </w:trPr>
        <w:tc>
          <w:tcPr>
            <w:tcW w:w="7662" w:type="dxa"/>
            <w:gridSpan w:val="10"/>
            <w:shd w:val="clear" w:color="auto" w:fill="FFFFFF"/>
            <w:noWrap/>
            <w:vAlign w:val="center"/>
          </w:tcPr>
          <w:p w14:paraId="687215E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433B52">
              <w:rPr>
                <w:rFonts w:eastAsia="Times New Roman" w:cs="Calibri"/>
              </w:rPr>
              <w:t>Osoba podpisującą ofertę w imieniu wykonawców działa na podstawie pełnomocnictwa</w:t>
            </w:r>
            <w:r>
              <w:rPr>
                <w:rFonts w:eastAsia="Times New Roman" w:cs="Calibri"/>
                <w:b/>
                <w:u w:val="single"/>
              </w:rPr>
              <w:t xml:space="preserve"> </w:t>
            </w:r>
          </w:p>
        </w:tc>
        <w:tc>
          <w:tcPr>
            <w:tcW w:w="3325" w:type="dxa"/>
            <w:gridSpan w:val="3"/>
            <w:shd w:val="clear" w:color="auto" w:fill="EAF1DD"/>
            <w:noWrap/>
            <w:vAlign w:val="center"/>
          </w:tcPr>
          <w:p w14:paraId="7BBE3007" w14:textId="77777777" w:rsidR="00DC17CB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  <w:r w:rsidRPr="00A33FE5">
              <w:rPr>
                <w:rFonts w:eastAsia="Times New Roman" w:cs="Calibri"/>
                <w:sz w:val="28"/>
                <w:szCs w:val="28"/>
              </w:rPr>
              <w:t>TAK / NIE*</w:t>
            </w:r>
          </w:p>
          <w:p w14:paraId="649376CB" w14:textId="77777777" w:rsidR="00DC17CB" w:rsidRPr="00433B52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33B52">
              <w:rPr>
                <w:rFonts w:eastAsia="Times New Roman" w:cs="Calibri"/>
                <w:sz w:val="20"/>
                <w:szCs w:val="20"/>
              </w:rPr>
              <w:t>(jeśli TAK dołączyć do oferty pełnomocnictwo)</w:t>
            </w:r>
          </w:p>
        </w:tc>
      </w:tr>
      <w:tr w:rsidR="00B2729D" w:rsidRPr="00A33FE5" w14:paraId="70F7027B" w14:textId="77777777" w:rsidTr="00491FEC">
        <w:trPr>
          <w:trHeight w:val="312"/>
          <w:jc w:val="center"/>
        </w:trPr>
        <w:tc>
          <w:tcPr>
            <w:tcW w:w="4923" w:type="dxa"/>
            <w:gridSpan w:val="6"/>
            <w:vMerge w:val="restart"/>
            <w:shd w:val="clear" w:color="auto" w:fill="FFFFFF"/>
            <w:noWrap/>
            <w:vAlign w:val="center"/>
          </w:tcPr>
          <w:p w14:paraId="3599B3D2" w14:textId="578A2C40" w:rsidR="00B2729D" w:rsidRDefault="00B2729D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5E2EF1">
              <w:rPr>
                <w:rFonts w:eastAsia="Times New Roman" w:cs="Calibri"/>
                <w:b/>
              </w:rPr>
              <w:t>Cena brutto za wykonanie zamówienia</w:t>
            </w:r>
            <w:r w:rsidR="00FF2579">
              <w:rPr>
                <w:rFonts w:eastAsia="Times New Roman" w:cs="Calibri"/>
                <w:b/>
              </w:rPr>
              <w:t xml:space="preserve"> </w:t>
            </w:r>
          </w:p>
          <w:p w14:paraId="176279EB" w14:textId="556DE407" w:rsidR="0014445D" w:rsidRDefault="0014445D" w:rsidP="0081669B">
            <w:pPr>
              <w:spacing w:after="0" w:line="240" w:lineRule="auto"/>
              <w:rPr>
                <w:rFonts w:eastAsia="Times New Roman" w:cs="Calibri"/>
              </w:rPr>
            </w:pPr>
            <w:r w:rsidRPr="0014445D">
              <w:rPr>
                <w:rFonts w:eastAsia="Times New Roman" w:cs="Calibri"/>
              </w:rPr>
              <w:t>Dowóz uczniów niepełnosprawnych do szkół i ośrodków</w:t>
            </w:r>
          </w:p>
        </w:tc>
        <w:tc>
          <w:tcPr>
            <w:tcW w:w="2739" w:type="dxa"/>
            <w:gridSpan w:val="4"/>
            <w:shd w:val="clear" w:color="auto" w:fill="FFFFFF"/>
            <w:vAlign w:val="center"/>
          </w:tcPr>
          <w:p w14:paraId="61411022" w14:textId="04A40493" w:rsidR="00B2729D" w:rsidRDefault="00B2729D" w:rsidP="00B2729D">
            <w:pPr>
              <w:spacing w:after="0" w:line="240" w:lineRule="auto"/>
              <w:ind w:left="44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Cena brutto[w PLN]:</w:t>
            </w:r>
          </w:p>
        </w:tc>
        <w:tc>
          <w:tcPr>
            <w:tcW w:w="3325" w:type="dxa"/>
            <w:gridSpan w:val="3"/>
            <w:shd w:val="clear" w:color="auto" w:fill="FFFFFF" w:themeFill="background1"/>
            <w:noWrap/>
            <w:vAlign w:val="center"/>
          </w:tcPr>
          <w:p w14:paraId="37EBED2F" w14:textId="50E1A523" w:rsidR="00B2729D" w:rsidRPr="00B2729D" w:rsidRDefault="00B2729D" w:rsidP="00B2729D">
            <w:pPr>
              <w:spacing w:after="0" w:line="240" w:lineRule="auto"/>
              <w:ind w:left="44"/>
              <w:rPr>
                <w:rFonts w:eastAsia="Times New Roman" w:cs="Calibri"/>
              </w:rPr>
            </w:pPr>
            <w:r w:rsidRPr="00B2729D">
              <w:rPr>
                <w:rFonts w:eastAsia="Times New Roman" w:cs="Calibri"/>
              </w:rPr>
              <w:t>Kwota VAT [PLN]</w:t>
            </w:r>
          </w:p>
        </w:tc>
      </w:tr>
      <w:tr w:rsidR="00B2729D" w:rsidRPr="00A33FE5" w14:paraId="5BBF5421" w14:textId="77777777" w:rsidTr="00491FEC">
        <w:trPr>
          <w:trHeight w:val="944"/>
          <w:jc w:val="center"/>
        </w:trPr>
        <w:tc>
          <w:tcPr>
            <w:tcW w:w="4923" w:type="dxa"/>
            <w:gridSpan w:val="6"/>
            <w:vMerge/>
            <w:shd w:val="clear" w:color="auto" w:fill="FFFFFF"/>
            <w:noWrap/>
            <w:vAlign w:val="center"/>
          </w:tcPr>
          <w:p w14:paraId="4AD7E564" w14:textId="77777777" w:rsidR="00B2729D" w:rsidRPr="005E2EF1" w:rsidRDefault="00B2729D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  <w:tc>
          <w:tcPr>
            <w:tcW w:w="2739" w:type="dxa"/>
            <w:gridSpan w:val="4"/>
            <w:shd w:val="clear" w:color="auto" w:fill="EAF1DD" w:themeFill="accent3" w:themeFillTint="33"/>
            <w:vAlign w:val="center"/>
          </w:tcPr>
          <w:p w14:paraId="57881C12" w14:textId="77777777" w:rsidR="00B2729D" w:rsidRDefault="00B2729D" w:rsidP="00B2729D">
            <w:pPr>
              <w:spacing w:after="0" w:line="240" w:lineRule="auto"/>
              <w:ind w:left="951"/>
              <w:rPr>
                <w:rFonts w:eastAsia="Times New Roman" w:cs="Calibri"/>
              </w:rPr>
            </w:pPr>
          </w:p>
        </w:tc>
        <w:tc>
          <w:tcPr>
            <w:tcW w:w="3325" w:type="dxa"/>
            <w:gridSpan w:val="3"/>
            <w:shd w:val="clear" w:color="auto" w:fill="EAF1DD"/>
            <w:noWrap/>
            <w:vAlign w:val="center"/>
          </w:tcPr>
          <w:p w14:paraId="1BA9CA37" w14:textId="77777777" w:rsidR="00B2729D" w:rsidRPr="00A33FE5" w:rsidRDefault="00B2729D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</w:p>
        </w:tc>
      </w:tr>
    </w:tbl>
    <w:p w14:paraId="24C93C54" w14:textId="77777777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31727110" w14:textId="77777777" w:rsidR="00492CCC" w:rsidRDefault="00492CC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2F92C68E" w14:textId="77777777" w:rsidR="00491FEC" w:rsidRDefault="00491FE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753F7803" w14:textId="77777777" w:rsidR="00491FEC" w:rsidRDefault="00491FE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EB9A22B" w14:textId="77777777" w:rsidR="00491FEC" w:rsidRDefault="00491FE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1947B5F" w14:textId="128F22B1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lastRenderedPageBreak/>
        <w:t xml:space="preserve">Tabela kalkulacji ceny oferty 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1956"/>
        <w:gridCol w:w="1292"/>
        <w:gridCol w:w="1289"/>
        <w:gridCol w:w="859"/>
        <w:gridCol w:w="1081"/>
        <w:gridCol w:w="1399"/>
      </w:tblGrid>
      <w:tr w:rsidR="0014445D" w:rsidRPr="00423299" w14:paraId="674A7C80" w14:textId="77777777" w:rsidTr="0014445D">
        <w:tc>
          <w:tcPr>
            <w:tcW w:w="2751" w:type="dxa"/>
          </w:tcPr>
          <w:p w14:paraId="747FA358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opis</w:t>
            </w:r>
          </w:p>
        </w:tc>
        <w:tc>
          <w:tcPr>
            <w:tcW w:w="1956" w:type="dxa"/>
          </w:tcPr>
          <w:p w14:paraId="5FAA6512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 xml:space="preserve">Cena za 1 dzień </w:t>
            </w:r>
            <w:r>
              <w:rPr>
                <w:rFonts w:cs="Calibri"/>
              </w:rPr>
              <w:t xml:space="preserve">świadczenia usługi </w:t>
            </w:r>
            <w:r w:rsidRPr="00423299">
              <w:rPr>
                <w:rFonts w:cs="Calibri"/>
              </w:rPr>
              <w:t>(netto)</w:t>
            </w:r>
          </w:p>
        </w:tc>
        <w:tc>
          <w:tcPr>
            <w:tcW w:w="1292" w:type="dxa"/>
          </w:tcPr>
          <w:p w14:paraId="26F4585B" w14:textId="1A8CF4E1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 xml:space="preserve">ilość dni </w:t>
            </w:r>
            <w:r>
              <w:rPr>
                <w:rFonts w:cs="Calibri"/>
              </w:rPr>
              <w:t>świadczenia usługi</w:t>
            </w:r>
            <w:r w:rsidR="00535C1D">
              <w:rPr>
                <w:rFonts w:cs="Calibri"/>
              </w:rPr>
              <w:t>*</w:t>
            </w:r>
          </w:p>
        </w:tc>
        <w:tc>
          <w:tcPr>
            <w:tcW w:w="1289" w:type="dxa"/>
          </w:tcPr>
          <w:p w14:paraId="06EE555B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Wartość zamówienia (netto)</w:t>
            </w:r>
          </w:p>
        </w:tc>
        <w:tc>
          <w:tcPr>
            <w:tcW w:w="859" w:type="dxa"/>
          </w:tcPr>
          <w:p w14:paraId="004D43AD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Stawka VAT</w:t>
            </w:r>
          </w:p>
          <w:p w14:paraId="2F29FF7E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[%]</w:t>
            </w:r>
          </w:p>
        </w:tc>
        <w:tc>
          <w:tcPr>
            <w:tcW w:w="1081" w:type="dxa"/>
          </w:tcPr>
          <w:p w14:paraId="793B4EBA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Kwota VAT</w:t>
            </w:r>
          </w:p>
        </w:tc>
        <w:tc>
          <w:tcPr>
            <w:tcW w:w="1399" w:type="dxa"/>
          </w:tcPr>
          <w:p w14:paraId="73482882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Wartość zamówienia</w:t>
            </w:r>
          </w:p>
          <w:p w14:paraId="3246F5A5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  <w:r w:rsidRPr="00423299">
              <w:rPr>
                <w:rFonts w:cs="Calibri"/>
              </w:rPr>
              <w:t>(brutto)</w:t>
            </w:r>
          </w:p>
        </w:tc>
      </w:tr>
      <w:tr w:rsidR="0014445D" w:rsidRPr="00423299" w14:paraId="70BC8FE9" w14:textId="77777777" w:rsidTr="0014445D">
        <w:tc>
          <w:tcPr>
            <w:tcW w:w="2751" w:type="dxa"/>
            <w:shd w:val="clear" w:color="auto" w:fill="171717"/>
          </w:tcPr>
          <w:p w14:paraId="2F97383B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1</w:t>
            </w:r>
          </w:p>
        </w:tc>
        <w:tc>
          <w:tcPr>
            <w:tcW w:w="1956" w:type="dxa"/>
            <w:shd w:val="clear" w:color="auto" w:fill="171717"/>
          </w:tcPr>
          <w:p w14:paraId="57550154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2</w:t>
            </w:r>
          </w:p>
        </w:tc>
        <w:tc>
          <w:tcPr>
            <w:tcW w:w="1292" w:type="dxa"/>
            <w:shd w:val="clear" w:color="auto" w:fill="171717"/>
          </w:tcPr>
          <w:p w14:paraId="7320E1CF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3</w:t>
            </w:r>
          </w:p>
        </w:tc>
        <w:tc>
          <w:tcPr>
            <w:tcW w:w="1289" w:type="dxa"/>
            <w:shd w:val="clear" w:color="auto" w:fill="171717"/>
          </w:tcPr>
          <w:p w14:paraId="4F83AA6D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4=2x3</w:t>
            </w:r>
          </w:p>
        </w:tc>
        <w:tc>
          <w:tcPr>
            <w:tcW w:w="859" w:type="dxa"/>
            <w:shd w:val="clear" w:color="auto" w:fill="171717"/>
          </w:tcPr>
          <w:p w14:paraId="092DE48D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5</w:t>
            </w:r>
          </w:p>
        </w:tc>
        <w:tc>
          <w:tcPr>
            <w:tcW w:w="1081" w:type="dxa"/>
            <w:shd w:val="clear" w:color="auto" w:fill="171717"/>
          </w:tcPr>
          <w:p w14:paraId="40A5BD9B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6=4x5</w:t>
            </w:r>
          </w:p>
        </w:tc>
        <w:tc>
          <w:tcPr>
            <w:tcW w:w="1399" w:type="dxa"/>
            <w:shd w:val="clear" w:color="auto" w:fill="171717"/>
          </w:tcPr>
          <w:p w14:paraId="3167A89E" w14:textId="77777777" w:rsidR="0014445D" w:rsidRPr="00423299" w:rsidRDefault="0014445D" w:rsidP="009327AA">
            <w:pPr>
              <w:spacing w:after="60"/>
              <w:jc w:val="center"/>
              <w:rPr>
                <w:rFonts w:cs="Calibri"/>
                <w:color w:val="FFFFFF"/>
                <w:sz w:val="16"/>
                <w:szCs w:val="16"/>
              </w:rPr>
            </w:pPr>
            <w:r w:rsidRPr="00423299">
              <w:rPr>
                <w:rFonts w:cs="Calibri"/>
                <w:color w:val="FFFFFF"/>
                <w:sz w:val="16"/>
                <w:szCs w:val="16"/>
              </w:rPr>
              <w:t>7=4+6</w:t>
            </w:r>
          </w:p>
        </w:tc>
      </w:tr>
      <w:tr w:rsidR="0014445D" w:rsidRPr="00423299" w14:paraId="5CD8A8A4" w14:textId="77777777" w:rsidTr="0014445D">
        <w:tc>
          <w:tcPr>
            <w:tcW w:w="2751" w:type="dxa"/>
            <w:shd w:val="clear" w:color="auto" w:fill="FFFFFF"/>
          </w:tcPr>
          <w:p w14:paraId="0CE9C7AC" w14:textId="77777777" w:rsidR="0014445D" w:rsidRPr="00423299" w:rsidRDefault="0014445D" w:rsidP="009327AA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 xml:space="preserve">Pełen koszt wykonania usługi </w:t>
            </w:r>
          </w:p>
        </w:tc>
        <w:tc>
          <w:tcPr>
            <w:tcW w:w="1956" w:type="dxa"/>
            <w:shd w:val="clear" w:color="auto" w:fill="FFFFFF"/>
          </w:tcPr>
          <w:p w14:paraId="7F9DC5DB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292" w:type="dxa"/>
            <w:shd w:val="clear" w:color="auto" w:fill="FFFFFF"/>
          </w:tcPr>
          <w:p w14:paraId="62BC617C" w14:textId="68DB7C1D" w:rsidR="0014445D" w:rsidRPr="00423299" w:rsidRDefault="0014445D" w:rsidP="009327AA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  <w:r w:rsidR="00DB5505">
              <w:rPr>
                <w:rFonts w:cs="Calibri"/>
              </w:rPr>
              <w:t>9</w:t>
            </w:r>
          </w:p>
        </w:tc>
        <w:tc>
          <w:tcPr>
            <w:tcW w:w="1289" w:type="dxa"/>
            <w:shd w:val="clear" w:color="auto" w:fill="FFFFFF"/>
          </w:tcPr>
          <w:p w14:paraId="6FF4C6DC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859" w:type="dxa"/>
            <w:shd w:val="clear" w:color="auto" w:fill="FFFFFF"/>
          </w:tcPr>
          <w:p w14:paraId="1C7DC695" w14:textId="17E87EE6" w:rsidR="0014445D" w:rsidRPr="00423299" w:rsidRDefault="0014445D" w:rsidP="009327AA">
            <w:pPr>
              <w:spacing w:after="60"/>
              <w:rPr>
                <w:rFonts w:cs="Calibri"/>
              </w:rPr>
            </w:pPr>
          </w:p>
        </w:tc>
        <w:tc>
          <w:tcPr>
            <w:tcW w:w="1081" w:type="dxa"/>
            <w:shd w:val="clear" w:color="auto" w:fill="FFFFFF"/>
          </w:tcPr>
          <w:p w14:paraId="203801E5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399" w:type="dxa"/>
            <w:shd w:val="clear" w:color="auto" w:fill="FFFFFF"/>
          </w:tcPr>
          <w:p w14:paraId="1FAD77C6" w14:textId="77777777" w:rsidR="0014445D" w:rsidRPr="00423299" w:rsidRDefault="0014445D" w:rsidP="009327AA">
            <w:pPr>
              <w:spacing w:after="60"/>
              <w:jc w:val="both"/>
              <w:rPr>
                <w:rFonts w:cs="Calibri"/>
              </w:rPr>
            </w:pPr>
          </w:p>
        </w:tc>
      </w:tr>
    </w:tbl>
    <w:p w14:paraId="074E2125" w14:textId="61F3DEE3" w:rsidR="0014445D" w:rsidRPr="00535C1D" w:rsidRDefault="00535C1D" w:rsidP="0014445D">
      <w:pPr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 w:rsidRPr="00535C1D">
        <w:rPr>
          <w:rFonts w:eastAsia="Times New Roman" w:cs="Calibri"/>
          <w:sz w:val="20"/>
          <w:szCs w:val="20"/>
        </w:rPr>
        <w:t>*ilość dni może ulec zmianie i dostosowana będzie do faktycznej ilości dni nauki w  okresie trwania umowy. Podana w tabeli ilość jest orientacyjna i ustalona na potrzeby dokonania oceny ofert</w:t>
      </w:r>
    </w:p>
    <w:p w14:paraId="1F0F7E6C" w14:textId="77777777" w:rsidR="0014445D" w:rsidRDefault="0014445D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43C3733" w14:textId="3071ADE2" w:rsidR="004E7F0C" w:rsidRDefault="004E7F0C" w:rsidP="004E7F0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t>Oświadczenie</w:t>
      </w:r>
    </w:p>
    <w:p w14:paraId="251E6F1A" w14:textId="77777777" w:rsidR="004E7F0C" w:rsidRDefault="004E7F0C" w:rsidP="004E7F0C">
      <w:pPr>
        <w:spacing w:after="0" w:line="240" w:lineRule="auto"/>
        <w:jc w:val="center"/>
        <w:rPr>
          <w:rFonts w:eastAsia="Times New Roman" w:cs="Calibri"/>
          <w:b/>
        </w:rPr>
      </w:pPr>
      <w:r w:rsidRPr="00A33FE5">
        <w:rPr>
          <w:rFonts w:eastAsia="Times New Roman" w:cs="Calibri"/>
          <w:b/>
        </w:rPr>
        <w:t xml:space="preserve">składane na podstawie art. </w:t>
      </w:r>
      <w:r>
        <w:rPr>
          <w:rFonts w:eastAsia="Times New Roman" w:cs="Calibri"/>
          <w:b/>
        </w:rPr>
        <w:t>1</w:t>
      </w:r>
      <w:r w:rsidRPr="00A33FE5">
        <w:rPr>
          <w:rFonts w:eastAsia="Times New Roman" w:cs="Calibri"/>
          <w:b/>
        </w:rPr>
        <w:t xml:space="preserve">25 ust. 1 ustawy </w:t>
      </w:r>
      <w:proofErr w:type="spellStart"/>
      <w:r w:rsidRPr="00A33FE5">
        <w:rPr>
          <w:rFonts w:eastAsia="Times New Roman" w:cs="Calibri"/>
          <w:b/>
        </w:rPr>
        <w:t>Pzp</w:t>
      </w:r>
      <w:proofErr w:type="spellEnd"/>
      <w:r w:rsidRPr="00A33FE5">
        <w:rPr>
          <w:rFonts w:eastAsia="Times New Roman" w:cs="Calibri"/>
          <w:b/>
        </w:rPr>
        <w:t>,</w:t>
      </w:r>
    </w:p>
    <w:p w14:paraId="122BC3AA" w14:textId="77777777" w:rsidR="003A516E" w:rsidRDefault="003A516E" w:rsidP="003C2C02">
      <w:pPr>
        <w:pStyle w:val="Tekstprzypisukocowego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7367F30C" w14:textId="46BF2E9B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75E40C37" w14:textId="4A8723CC" w:rsidR="00A4487E" w:rsidRPr="00F33FCE" w:rsidRDefault="00A4487E" w:rsidP="00531BF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</w:t>
      </w:r>
      <w:r w:rsidR="00AD57C6" w:rsidRPr="00F33FCE">
        <w:rPr>
          <w:rFonts w:asciiTheme="minorHAnsi" w:eastAsia="Times New Roman" w:hAnsiTheme="minorHAnsi" w:cstheme="minorHAnsi"/>
        </w:rPr>
        <w:t xml:space="preserve">zawarcie umowy </w:t>
      </w:r>
      <w:r w:rsidRPr="00F33FCE">
        <w:rPr>
          <w:rFonts w:asciiTheme="minorHAnsi" w:eastAsia="Times New Roman" w:hAnsiTheme="minorHAnsi" w:cstheme="minorHAnsi"/>
        </w:rPr>
        <w:t>pn.</w:t>
      </w:r>
      <w:r w:rsidR="00644ADC" w:rsidRPr="00F33FCE">
        <w:rPr>
          <w:rFonts w:asciiTheme="minorHAnsi" w:hAnsiTheme="minorHAnsi" w:cstheme="minorHAnsi"/>
        </w:rPr>
        <w:t xml:space="preserve"> </w:t>
      </w:r>
      <w:r w:rsidR="00067E5D" w:rsidRPr="00067E5D">
        <w:rPr>
          <w:rFonts w:asciiTheme="minorHAnsi" w:hAnsiTheme="minorHAnsi" w:cstheme="minorHAnsi"/>
          <w:b/>
        </w:rPr>
        <w:t>„</w:t>
      </w:r>
      <w:r w:rsidR="0014445D" w:rsidRPr="0014445D">
        <w:rPr>
          <w:rFonts w:ascii="Arial" w:hAnsi="Arial" w:cs="Arial"/>
          <w:b/>
        </w:rPr>
        <w:t>Dowóz uczniów do szkół i ośrodków</w:t>
      </w:r>
      <w:r w:rsidR="00644ADC" w:rsidRPr="00F33FCE">
        <w:rPr>
          <w:rFonts w:asciiTheme="minorHAnsi" w:eastAsia="Times New Roman" w:hAnsiTheme="minorHAnsi" w:cstheme="minorHAnsi"/>
        </w:rPr>
        <w:t>”</w:t>
      </w:r>
      <w:r w:rsidR="00531BF2" w:rsidRPr="00F33FCE">
        <w:rPr>
          <w:rFonts w:asciiTheme="minorHAnsi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t xml:space="preserve">prowadzonego w trybie </w:t>
      </w:r>
      <w:r w:rsidR="00930465"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48B599BC" w14:textId="77777777" w:rsidR="00A4487E" w:rsidRPr="00F33FCE" w:rsidRDefault="00A4487E" w:rsidP="00531BF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79D78F98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5DACB34D" w14:textId="19B41E87" w:rsidR="00A4487E" w:rsidRPr="00F33FCE" w:rsidRDefault="00A4487E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 w:rsidR="00067E5D">
        <w:rPr>
          <w:rFonts w:asciiTheme="minorHAnsi" w:eastAsia="Times New Roman" w:hAnsiTheme="minorHAnsi" w:cstheme="minorHAnsi"/>
        </w:rPr>
        <w:t>SWZ</w:t>
      </w:r>
    </w:p>
    <w:p w14:paraId="221EA86B" w14:textId="77777777" w:rsidR="008C2510" w:rsidRPr="00F33FCE" w:rsidRDefault="006A292F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1C722C40" w14:textId="724E87A2" w:rsidR="006A292F" w:rsidRPr="00F33FCE" w:rsidRDefault="008C2510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1. </w:t>
      </w:r>
      <w:r w:rsidR="006A292F" w:rsidRPr="00F33FCE">
        <w:rPr>
          <w:rFonts w:asciiTheme="minorHAnsi" w:eastAsia="Times New Roman" w:hAnsiTheme="minorHAnsi" w:cstheme="minorHAnsi"/>
          <w:i/>
        </w:rPr>
        <w:t xml:space="preserve"> </w:t>
      </w:r>
      <w:r w:rsidR="006A292F" w:rsidRPr="00F33FCE">
        <w:rPr>
          <w:rFonts w:asciiTheme="minorHAnsi" w:eastAsia="Times New Roman" w:hAnsiTheme="minorHAnsi" w:cstheme="minorHAnsi"/>
          <w:b/>
          <w:i/>
        </w:rPr>
        <w:t>Zdolność techniczna lub zawodowa</w:t>
      </w:r>
      <w:r w:rsidRPr="00F33FCE">
        <w:rPr>
          <w:rFonts w:asciiTheme="minorHAnsi" w:eastAsia="Times New Roman" w:hAnsiTheme="minorHAnsi" w:cstheme="minorHAnsi"/>
          <w:b/>
          <w:i/>
        </w:rPr>
        <w:t>:</w:t>
      </w:r>
    </w:p>
    <w:p w14:paraId="23AC47C1" w14:textId="77777777" w:rsidR="006A292F" w:rsidRPr="00F33FCE" w:rsidRDefault="006A292F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21A5B93C" w14:textId="145337A3" w:rsidR="00067E5D" w:rsidRPr="0014445D" w:rsidRDefault="009B6C1F" w:rsidP="0014445D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i/>
        </w:rPr>
      </w:pPr>
      <w:r>
        <w:rPr>
          <w:rFonts w:eastAsia="Times New Roman" w:cs="Calibri"/>
          <w:i/>
          <w:lang w:eastAsia="pl-PL"/>
        </w:rPr>
        <w:t xml:space="preserve">W </w:t>
      </w:r>
      <w:r w:rsidR="00067E5D" w:rsidRPr="0014445D">
        <w:rPr>
          <w:rFonts w:eastAsia="Times New Roman" w:cs="Calibri"/>
          <w:i/>
          <w:lang w:eastAsia="pl-PL"/>
        </w:rPr>
        <w:t xml:space="preserve">ciągu ostatnich </w:t>
      </w:r>
      <w:r w:rsidR="0014445D" w:rsidRPr="0014445D">
        <w:rPr>
          <w:rFonts w:eastAsia="Times New Roman" w:cs="Calibri"/>
          <w:i/>
          <w:lang w:eastAsia="pl-PL"/>
        </w:rPr>
        <w:t xml:space="preserve">3 </w:t>
      </w:r>
      <w:r w:rsidR="00067E5D" w:rsidRPr="0014445D">
        <w:rPr>
          <w:rFonts w:eastAsia="Times New Roman" w:cs="Calibri"/>
          <w:i/>
          <w:lang w:eastAsia="pl-PL"/>
        </w:rPr>
        <w:t xml:space="preserve">lat przed upływem terminu składania ofert, a jeżeli okres prowadzenia działalności jest krótszy - w tym okresie, wykonał co najmniej 1(jedną) </w:t>
      </w:r>
      <w:r w:rsidR="0014445D" w:rsidRPr="0014445D">
        <w:rPr>
          <w:rFonts w:eastAsia="Times New Roman" w:cs="Calibri"/>
          <w:i/>
          <w:lang w:eastAsia="pl-PL"/>
        </w:rPr>
        <w:t>usługę</w:t>
      </w:r>
      <w:r w:rsidR="00067E5D" w:rsidRPr="0014445D">
        <w:rPr>
          <w:rFonts w:eastAsia="Times New Roman" w:cs="Calibri"/>
          <w:i/>
          <w:lang w:eastAsia="pl-PL"/>
        </w:rPr>
        <w:t xml:space="preserve"> odpowiadającą przedmiotowi niniejszego zamówienia, w szczególności w zakresie </w:t>
      </w:r>
      <w:r w:rsidR="0014445D" w:rsidRPr="0014445D">
        <w:rPr>
          <w:rFonts w:eastAsia="Times New Roman" w:cs="Calibri"/>
          <w:i/>
          <w:lang w:eastAsia="pl-PL"/>
        </w:rPr>
        <w:t xml:space="preserve">okresowego (trwającego co najmniej 30 dni) przewozu transportu </w:t>
      </w:r>
      <w:r w:rsidR="008C06E7">
        <w:rPr>
          <w:rFonts w:eastAsia="Times New Roman" w:cs="Calibri"/>
          <w:i/>
          <w:lang w:eastAsia="pl-PL"/>
        </w:rPr>
        <w:t>osób niepełnoletnich</w:t>
      </w:r>
      <w:r>
        <w:rPr>
          <w:rFonts w:eastAsia="Times New Roman" w:cs="Calibri"/>
          <w:i/>
          <w:lang w:eastAsia="pl-PL"/>
        </w:rPr>
        <w:t xml:space="preserve"> wartość takiej usługi nie była mniejsza niż </w:t>
      </w:r>
      <w:r w:rsidR="00DB5505">
        <w:rPr>
          <w:rFonts w:eastAsia="Times New Roman" w:cs="Calibri"/>
          <w:i/>
          <w:lang w:eastAsia="pl-PL"/>
        </w:rPr>
        <w:t>15</w:t>
      </w:r>
      <w:r>
        <w:rPr>
          <w:rFonts w:eastAsia="Times New Roman" w:cs="Calibri"/>
          <w:i/>
          <w:lang w:eastAsia="pl-PL"/>
        </w:rPr>
        <w:t>0</w:t>
      </w:r>
      <w:r w:rsidR="00D83B71">
        <w:rPr>
          <w:rFonts w:eastAsia="Times New Roman" w:cs="Calibri"/>
          <w:i/>
          <w:lang w:eastAsia="pl-PL"/>
        </w:rPr>
        <w:t>.</w:t>
      </w:r>
      <w:r>
        <w:rPr>
          <w:rFonts w:eastAsia="Times New Roman" w:cs="Calibri"/>
          <w:i/>
          <w:lang w:eastAsia="pl-PL"/>
        </w:rPr>
        <w:t>000zł (brutto)</w:t>
      </w:r>
      <w:r w:rsidR="00067E5D" w:rsidRPr="0014445D">
        <w:rPr>
          <w:rFonts w:eastAsia="Times New Roman" w:cs="Calibri"/>
          <w:i/>
          <w:lang w:eastAsia="pl-PL"/>
        </w:rPr>
        <w:t xml:space="preserve">. 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9"/>
        <w:gridCol w:w="2694"/>
        <w:gridCol w:w="1842"/>
        <w:gridCol w:w="2694"/>
      </w:tblGrid>
      <w:tr w:rsidR="00067E5D" w:rsidRPr="00067E5D" w14:paraId="68CC89F5" w14:textId="77777777" w:rsidTr="00942C04">
        <w:trPr>
          <w:trHeight w:val="126"/>
        </w:trPr>
        <w:tc>
          <w:tcPr>
            <w:tcW w:w="2749" w:type="dxa"/>
          </w:tcPr>
          <w:p w14:paraId="6DBFF974" w14:textId="77777777" w:rsidR="00067E5D" w:rsidRPr="00067E5D" w:rsidRDefault="00067E5D" w:rsidP="00A8287F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Nazwa Zamawiającego</w:t>
            </w:r>
          </w:p>
        </w:tc>
        <w:tc>
          <w:tcPr>
            <w:tcW w:w="2694" w:type="dxa"/>
          </w:tcPr>
          <w:p w14:paraId="78D1BBFE" w14:textId="77777777" w:rsidR="00067E5D" w:rsidRPr="00067E5D" w:rsidRDefault="00067E5D" w:rsidP="00A8287F">
            <w:pPr>
              <w:pStyle w:val="Akapitzlist"/>
              <w:ind w:left="1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Przedmiot zamówienia</w:t>
            </w:r>
          </w:p>
        </w:tc>
        <w:tc>
          <w:tcPr>
            <w:tcW w:w="1842" w:type="dxa"/>
          </w:tcPr>
          <w:p w14:paraId="2125EBFF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okres realizacji</w:t>
            </w:r>
          </w:p>
        </w:tc>
        <w:tc>
          <w:tcPr>
            <w:tcW w:w="2694" w:type="dxa"/>
          </w:tcPr>
          <w:p w14:paraId="46DB5EB1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Wartość brutto umowy</w:t>
            </w:r>
          </w:p>
        </w:tc>
      </w:tr>
      <w:tr w:rsidR="00067E5D" w:rsidRPr="00067E5D" w14:paraId="520DE88F" w14:textId="77777777" w:rsidTr="00942C04">
        <w:trPr>
          <w:trHeight w:val="131"/>
        </w:trPr>
        <w:tc>
          <w:tcPr>
            <w:tcW w:w="2749" w:type="dxa"/>
          </w:tcPr>
          <w:p w14:paraId="09D57E28" w14:textId="77777777" w:rsidR="00067E5D" w:rsidRPr="00067E5D" w:rsidRDefault="00067E5D" w:rsidP="00A8287F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5E558B90" w14:textId="77777777" w:rsidR="00067E5D" w:rsidRPr="00067E5D" w:rsidRDefault="00067E5D" w:rsidP="00A8287F">
            <w:pPr>
              <w:pStyle w:val="Akapitzlist"/>
              <w:ind w:left="1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12D7F4A6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01D135E9" w14:textId="77777777" w:rsidR="00067E5D" w:rsidRPr="00067E5D" w:rsidRDefault="00067E5D" w:rsidP="00A8287F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</w:tbl>
    <w:p w14:paraId="21437C6D" w14:textId="2EA0A7A3" w:rsidR="00067E5D" w:rsidRDefault="0014445D" w:rsidP="0014445D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dysponuję osobami i pojazdami spełniającymi wymagania określone w warunkach zamówienia.</w:t>
      </w:r>
    </w:p>
    <w:p w14:paraId="60C2DFD7" w14:textId="743D62E0" w:rsidR="008C06E7" w:rsidRPr="00067E5D" w:rsidRDefault="008C06E7" w:rsidP="0014445D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Posiadam licencję </w:t>
      </w:r>
      <w:r w:rsidRPr="008C06E7">
        <w:rPr>
          <w:rFonts w:asciiTheme="minorHAnsi" w:hAnsiTheme="minorHAnsi" w:cstheme="minorHAnsi"/>
          <w:i/>
        </w:rPr>
        <w:t xml:space="preserve">(zezwolenie) na prowadzenie działalności w zakresie krajowego transportu osób, o której mowa w art. 5 ust 1 ustawy z 6 września 2001r. o transporcie drogowym (Dz.U. z 2022r. poz. 2201 </w:t>
      </w:r>
      <w:proofErr w:type="spellStart"/>
      <w:r w:rsidRPr="008C06E7">
        <w:rPr>
          <w:rFonts w:asciiTheme="minorHAnsi" w:hAnsiTheme="minorHAnsi" w:cstheme="minorHAnsi"/>
          <w:i/>
        </w:rPr>
        <w:t>t.j</w:t>
      </w:r>
      <w:proofErr w:type="spellEnd"/>
      <w:r w:rsidRPr="008C06E7">
        <w:rPr>
          <w:rFonts w:asciiTheme="minorHAnsi" w:hAnsiTheme="minorHAnsi" w:cstheme="minorHAnsi"/>
          <w:i/>
        </w:rPr>
        <w:t>.)</w:t>
      </w:r>
      <w:r>
        <w:rPr>
          <w:rFonts w:asciiTheme="minorHAnsi" w:hAnsiTheme="minorHAnsi" w:cstheme="minorHAnsi"/>
          <w:i/>
        </w:rPr>
        <w:t xml:space="preserve"> wydaną w dniu……………………………….. nr …………………………. z datą ważności do dnia ……………………………………..</w:t>
      </w:r>
    </w:p>
    <w:p w14:paraId="73283D23" w14:textId="6124A4B0" w:rsidR="0069248A" w:rsidRPr="0014445D" w:rsidRDefault="0069248A" w:rsidP="0014445D">
      <w:pPr>
        <w:rPr>
          <w:rFonts w:asciiTheme="minorHAnsi" w:eastAsia="Times New Roman" w:hAnsiTheme="minorHAnsi" w:cstheme="minorHAnsi"/>
          <w:i/>
        </w:rPr>
      </w:pPr>
    </w:p>
    <w:p w14:paraId="2E875C0F" w14:textId="157FF909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19E37C73" w14:textId="77777777" w:rsidR="00A4487E" w:rsidRPr="00F33FCE" w:rsidRDefault="00A4487E" w:rsidP="00A4487E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472A08D1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32A106E1" w14:textId="77777777" w:rsidR="00A4487E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4ED9E3B7" w14:textId="77777777" w:rsidR="00590D30" w:rsidRDefault="00A4487E" w:rsidP="00B57A3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</w:t>
      </w:r>
      <w:r w:rsidR="00930465" w:rsidRPr="00F33FCE">
        <w:rPr>
          <w:rFonts w:asciiTheme="minorHAnsi" w:eastAsia="Times New Roman" w:hAnsiTheme="minorHAnsi" w:cstheme="minorHAnsi"/>
        </w:rPr>
        <w:t xml:space="preserve">108 </w:t>
      </w:r>
      <w:r w:rsidRPr="00F33FCE">
        <w:rPr>
          <w:rFonts w:asciiTheme="minorHAnsi" w:eastAsia="Times New Roman" w:hAnsiTheme="minorHAnsi" w:cstheme="minorHAnsi"/>
        </w:rPr>
        <w:t>ust</w:t>
      </w:r>
      <w:r w:rsidR="00A8287F">
        <w:rPr>
          <w:rFonts w:asciiTheme="minorHAnsi" w:eastAsia="Times New Roman" w:hAnsiTheme="minorHAnsi" w:cstheme="minorHAnsi"/>
        </w:rPr>
        <w:t>.</w:t>
      </w:r>
      <w:r w:rsidRPr="00F33FCE">
        <w:rPr>
          <w:rFonts w:asciiTheme="minorHAnsi" w:eastAsia="Times New Roman" w:hAnsiTheme="minorHAnsi" w:cstheme="minorHAnsi"/>
        </w:rPr>
        <w:t xml:space="preserve"> 1</w:t>
      </w:r>
      <w:r w:rsidR="00A8287F">
        <w:rPr>
          <w:rFonts w:asciiTheme="minorHAnsi" w:eastAsia="Times New Roman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t xml:space="preserve">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  <w:r w:rsidR="00B57A38" w:rsidRPr="00B57A38">
        <w:rPr>
          <w:rFonts w:asciiTheme="minorHAnsi" w:eastAsia="Times New Roman" w:hAnsiTheme="minorHAnsi" w:cstheme="minorHAnsi"/>
        </w:rPr>
        <w:t xml:space="preserve"> </w:t>
      </w:r>
    </w:p>
    <w:p w14:paraId="6E9934EE" w14:textId="2D1D0F1F" w:rsidR="00B57A38" w:rsidRPr="00F33FCE" w:rsidRDefault="00B57A38" w:rsidP="00B57A3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7106AAC1" w14:textId="77777777" w:rsidR="00930465" w:rsidRPr="00F33FCE" w:rsidRDefault="00930465" w:rsidP="00930465">
      <w:p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</w:p>
    <w:p w14:paraId="6E09DB8D" w14:textId="5F155451" w:rsidR="00A4487E" w:rsidRPr="00F33FCE" w:rsidRDefault="00A4487E" w:rsidP="000113B6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</w:t>
      </w:r>
      <w:r w:rsidR="00930465" w:rsidRPr="00F33FCE">
        <w:rPr>
          <w:rFonts w:asciiTheme="minorHAnsi" w:eastAsia="Times New Roman" w:hAnsiTheme="minorHAnsi" w:cstheme="minorHAnsi"/>
        </w:rPr>
        <w:t>108</w:t>
      </w:r>
      <w:r w:rsidRPr="00F33FCE">
        <w:rPr>
          <w:rFonts w:asciiTheme="minorHAnsi" w:eastAsia="Times New Roman" w:hAnsiTheme="minorHAnsi" w:cstheme="minorHAnsi"/>
        </w:rPr>
        <w:t xml:space="preserve"> ust. 1</w:t>
      </w:r>
      <w:r w:rsidR="00930465" w:rsidRPr="00F33FCE">
        <w:rPr>
          <w:rFonts w:asciiTheme="minorHAnsi" w:eastAsia="Times New Roman" w:hAnsiTheme="minorHAnsi" w:cstheme="minorHAnsi"/>
        </w:rPr>
        <w:t xml:space="preserve"> pkt ….. </w:t>
      </w:r>
      <w:r w:rsidRPr="00F33FCE">
        <w:rPr>
          <w:rFonts w:asciiTheme="minorHAnsi" w:eastAsia="Times New Roman" w:hAnsiTheme="minorHAnsi" w:cstheme="minorHAnsi"/>
        </w:rPr>
        <w:t xml:space="preserve">. Jednocześnie </w:t>
      </w:r>
      <w:r w:rsidR="00930465" w:rsidRPr="00F33FCE">
        <w:rPr>
          <w:rFonts w:asciiTheme="minorHAnsi" w:eastAsia="Times New Roman" w:hAnsiTheme="minorHAnsi" w:cstheme="minorHAnsi"/>
        </w:rPr>
        <w:t>przedstawiam dowody</w:t>
      </w:r>
      <w:r w:rsidRPr="00F33FCE">
        <w:rPr>
          <w:rFonts w:asciiTheme="minorHAnsi" w:eastAsia="Times New Roman" w:hAnsiTheme="minorHAnsi" w:cstheme="minorHAnsi"/>
        </w:rPr>
        <w:t xml:space="preserve">, że w związku z ww. okolicznością, na podstawie art. </w:t>
      </w:r>
      <w:r w:rsidR="00930465" w:rsidRPr="00F33FCE">
        <w:rPr>
          <w:rFonts w:asciiTheme="minorHAnsi" w:eastAsia="Times New Roman" w:hAnsiTheme="minorHAnsi" w:cstheme="minorHAnsi"/>
        </w:rPr>
        <w:t>110</w:t>
      </w:r>
      <w:r w:rsidRPr="00F33FCE">
        <w:rPr>
          <w:rFonts w:asciiTheme="minorHAnsi" w:eastAsia="Times New Roman" w:hAnsiTheme="minorHAnsi" w:cstheme="minorHAnsi"/>
        </w:rPr>
        <w:t xml:space="preserve"> ust. </w:t>
      </w:r>
      <w:r w:rsidR="00930465" w:rsidRPr="00F33FCE">
        <w:rPr>
          <w:rFonts w:asciiTheme="minorHAnsi" w:eastAsia="Times New Roman" w:hAnsiTheme="minorHAnsi" w:cstheme="minorHAnsi"/>
        </w:rPr>
        <w:t>2</w:t>
      </w:r>
      <w:r w:rsidRPr="00F33FCE">
        <w:rPr>
          <w:rFonts w:asciiTheme="minorHAnsi" w:eastAsia="Times New Roman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lastRenderedPageBreak/>
        <w:t xml:space="preserve">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</w:t>
      </w:r>
      <w:r w:rsidR="00CD1F5B" w:rsidRPr="00F33FCE">
        <w:rPr>
          <w:rFonts w:asciiTheme="minorHAnsi" w:eastAsia="Times New Roman" w:hAnsiTheme="minorHAnsi" w:cstheme="minorHAnsi"/>
        </w:rPr>
        <w:t>……………</w:t>
      </w:r>
      <w:r w:rsidRPr="00F33FCE">
        <w:rPr>
          <w:rFonts w:asciiTheme="minorHAnsi" w:eastAsia="Times New Roman" w:hAnsiTheme="minorHAnsi" w:cstheme="minorHAnsi"/>
        </w:rPr>
        <w:t>…</w:t>
      </w:r>
    </w:p>
    <w:p w14:paraId="0B389A40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BFE8399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6E0B7DAA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</w:t>
      </w:r>
      <w:r w:rsidR="006D4454" w:rsidRPr="00F33FCE">
        <w:rPr>
          <w:rFonts w:asciiTheme="minorHAnsi" w:eastAsia="Times New Roman" w:hAnsiTheme="minorHAnsi" w:cstheme="minorHAnsi"/>
          <w:b/>
        </w:rPr>
        <w:t xml:space="preserve">  ORAZ OŚWIADCZENIE RODO</w:t>
      </w:r>
      <w:r w:rsidRPr="00F33FCE">
        <w:rPr>
          <w:rFonts w:asciiTheme="minorHAnsi" w:eastAsia="Times New Roman" w:hAnsiTheme="minorHAnsi" w:cstheme="minorHAnsi"/>
          <w:b/>
        </w:rPr>
        <w:t>:</w:t>
      </w:r>
    </w:p>
    <w:p w14:paraId="49E0D0FA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50BDE827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</w:t>
      </w:r>
      <w:r w:rsidR="006D4454" w:rsidRPr="00F33FCE">
        <w:rPr>
          <w:rFonts w:asciiTheme="minorHAnsi" w:hAnsiTheme="minorHAnsi" w:cstheme="minorHAnsi"/>
        </w:rPr>
        <w:t>*</w:t>
      </w:r>
      <w:r w:rsidRPr="00F33FCE">
        <w:rPr>
          <w:rFonts w:asciiTheme="minorHAnsi" w:hAnsiTheme="minorHAnsi" w:cstheme="minorHAnsi"/>
        </w:rPr>
        <w:t xml:space="preserve">. </w:t>
      </w:r>
    </w:p>
    <w:p w14:paraId="207FF823" w14:textId="651946E2" w:rsidR="00CD1F5B" w:rsidRPr="00F33FCE" w:rsidRDefault="00CD1F5B" w:rsidP="00644ADC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wyrażam(-y) zgodę na to, aby [</w:t>
      </w:r>
      <w:r w:rsidR="007E465C" w:rsidRPr="00F33FCE">
        <w:rPr>
          <w:rFonts w:asciiTheme="minorHAnsi" w:hAnsiTheme="minorHAnsi" w:cstheme="minorHAnsi"/>
        </w:rPr>
        <w:t>Gmina Myślenice</w:t>
      </w:r>
      <w:r w:rsidRPr="00F33FCE">
        <w:rPr>
          <w:rFonts w:asciiTheme="minorHAnsi" w:hAnsiTheme="minorHAnsi" w:cstheme="minorHAnsi"/>
        </w:rPr>
        <w:t>] uzyskał</w:t>
      </w:r>
      <w:r w:rsidR="007E465C" w:rsidRPr="00F33FCE">
        <w:rPr>
          <w:rFonts w:asciiTheme="minorHAnsi" w:hAnsiTheme="minorHAnsi" w:cstheme="minorHAnsi"/>
        </w:rPr>
        <w:t>a</w:t>
      </w:r>
      <w:r w:rsidRPr="00F33FCE">
        <w:rPr>
          <w:rFonts w:asciiTheme="minorHAnsi" w:hAnsiTheme="minorHAnsi" w:cstheme="minorHAnsi"/>
        </w:rPr>
        <w:t xml:space="preserve"> dostęp do dokumentów potwierdzających informacje, które zostały przedstawione w treści niniejszym wniosku, na potrzeby </w:t>
      </w:r>
      <w:r w:rsidR="00067E5D"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685F13A1" w14:textId="77777777" w:rsidR="000113B6" w:rsidRPr="00F33FCE" w:rsidRDefault="000113B6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  <w:r w:rsidR="006D4454" w:rsidRPr="00F33FCE">
        <w:rPr>
          <w:rFonts w:asciiTheme="minorHAnsi" w:hAnsiTheme="minorHAnsi" w:cstheme="minorHAnsi"/>
        </w:rPr>
        <w:t>*</w:t>
      </w:r>
    </w:p>
    <w:p w14:paraId="2280FB2E" w14:textId="77777777" w:rsidR="000113B6" w:rsidRPr="00F33FCE" w:rsidRDefault="000113B6" w:rsidP="000113B6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4930D892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71F1301A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CCF5832" w14:textId="77777777" w:rsidR="00A4487E" w:rsidRPr="00F33FCE" w:rsidRDefault="000113B6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</w:t>
      </w:r>
      <w:r w:rsidR="006D4454" w:rsidRPr="00F33FCE">
        <w:rPr>
          <w:rFonts w:asciiTheme="minorHAnsi" w:eastAsia="Times New Roman" w:hAnsiTheme="minorHAnsi" w:cstheme="minorHAnsi"/>
        </w:rPr>
        <w:t>*</w:t>
      </w:r>
      <w:r w:rsidRPr="00F33FCE">
        <w:rPr>
          <w:rFonts w:asciiTheme="minorHAnsi" w:eastAsia="Times New Roman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774EA7" w14:textId="77777777" w:rsidR="00F604BD" w:rsidRPr="00F33FCE" w:rsidRDefault="00F604BD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BC849CE" w14:textId="5A743C37" w:rsidR="00F604BD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p w14:paraId="3836F880" w14:textId="2FE81D45" w:rsidR="0014445D" w:rsidRDefault="0014445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6B7A094" w14:textId="77777777" w:rsidR="0014445D" w:rsidRPr="00F33FCE" w:rsidRDefault="0014445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sectPr w:rsidR="0014445D" w:rsidRPr="00F33FCE" w:rsidSect="004E7F0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859B1" w14:textId="77777777" w:rsidR="00D16337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D16337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FA35B" w14:textId="77777777" w:rsidR="00D16337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D16337" w:rsidRDefault="00D16337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9370" w14:textId="77777777" w:rsidR="00D16337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D16337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65218" w14:textId="1F905AE8" w:rsidR="000A30DF" w:rsidRDefault="000A30DF" w:rsidP="000A30DF">
    <w:pPr>
      <w:pStyle w:val="Nagwek"/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C27E7"/>
    <w:multiLevelType w:val="hybridMultilevel"/>
    <w:tmpl w:val="77D6CC3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53723142">
    <w:abstractNumId w:val="2"/>
  </w:num>
  <w:num w:numId="2" w16cid:durableId="1519349262">
    <w:abstractNumId w:val="5"/>
  </w:num>
  <w:num w:numId="3" w16cid:durableId="18012615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6632287">
    <w:abstractNumId w:val="0"/>
  </w:num>
  <w:num w:numId="5" w16cid:durableId="783302487">
    <w:abstractNumId w:val="7"/>
  </w:num>
  <w:num w:numId="6" w16cid:durableId="85663221">
    <w:abstractNumId w:val="4"/>
  </w:num>
  <w:num w:numId="7" w16cid:durableId="1110662686">
    <w:abstractNumId w:val="3"/>
  </w:num>
  <w:num w:numId="8" w16cid:durableId="1767118511">
    <w:abstractNumId w:val="8"/>
  </w:num>
  <w:num w:numId="9" w16cid:durableId="682558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13620"/>
    <w:rsid w:val="00065A38"/>
    <w:rsid w:val="00067E5D"/>
    <w:rsid w:val="000A30DF"/>
    <w:rsid w:val="000B1287"/>
    <w:rsid w:val="000C6DD5"/>
    <w:rsid w:val="00124F41"/>
    <w:rsid w:val="0014445D"/>
    <w:rsid w:val="00160A44"/>
    <w:rsid w:val="001B5CF8"/>
    <w:rsid w:val="001E38BE"/>
    <w:rsid w:val="001F6485"/>
    <w:rsid w:val="002078C4"/>
    <w:rsid w:val="00230FCA"/>
    <w:rsid w:val="00254864"/>
    <w:rsid w:val="002568E6"/>
    <w:rsid w:val="002A45B0"/>
    <w:rsid w:val="00304C9E"/>
    <w:rsid w:val="00397968"/>
    <w:rsid w:val="003A3D8D"/>
    <w:rsid w:val="003A516E"/>
    <w:rsid w:val="003C2C02"/>
    <w:rsid w:val="003C325C"/>
    <w:rsid w:val="003D60AD"/>
    <w:rsid w:val="004773D7"/>
    <w:rsid w:val="00484D52"/>
    <w:rsid w:val="00491FEC"/>
    <w:rsid w:val="00492CCC"/>
    <w:rsid w:val="004B5044"/>
    <w:rsid w:val="004E7F0C"/>
    <w:rsid w:val="00531BF2"/>
    <w:rsid w:val="00535C1D"/>
    <w:rsid w:val="00563D51"/>
    <w:rsid w:val="00590D30"/>
    <w:rsid w:val="005B67C7"/>
    <w:rsid w:val="005E0CA7"/>
    <w:rsid w:val="005E2EF1"/>
    <w:rsid w:val="00611C5E"/>
    <w:rsid w:val="00644ADC"/>
    <w:rsid w:val="0069248A"/>
    <w:rsid w:val="006A292F"/>
    <w:rsid w:val="006D4454"/>
    <w:rsid w:val="006D5B2D"/>
    <w:rsid w:val="00722C55"/>
    <w:rsid w:val="007915C6"/>
    <w:rsid w:val="007A5099"/>
    <w:rsid w:val="007B6C5E"/>
    <w:rsid w:val="007E465C"/>
    <w:rsid w:val="007E5D4E"/>
    <w:rsid w:val="0080771D"/>
    <w:rsid w:val="00856B83"/>
    <w:rsid w:val="0085762C"/>
    <w:rsid w:val="008C06E7"/>
    <w:rsid w:val="008C2510"/>
    <w:rsid w:val="008D14E9"/>
    <w:rsid w:val="00930465"/>
    <w:rsid w:val="00944DFA"/>
    <w:rsid w:val="009552E5"/>
    <w:rsid w:val="009B615D"/>
    <w:rsid w:val="009B6C1F"/>
    <w:rsid w:val="009C34EE"/>
    <w:rsid w:val="009C3515"/>
    <w:rsid w:val="00A24CB5"/>
    <w:rsid w:val="00A33FE5"/>
    <w:rsid w:val="00A4487E"/>
    <w:rsid w:val="00A8287F"/>
    <w:rsid w:val="00AD57C6"/>
    <w:rsid w:val="00B07F32"/>
    <w:rsid w:val="00B2729D"/>
    <w:rsid w:val="00B35F89"/>
    <w:rsid w:val="00B57A38"/>
    <w:rsid w:val="00B752C7"/>
    <w:rsid w:val="00B86535"/>
    <w:rsid w:val="00BE262F"/>
    <w:rsid w:val="00C300B9"/>
    <w:rsid w:val="00C33A86"/>
    <w:rsid w:val="00CA7A7A"/>
    <w:rsid w:val="00CD0E16"/>
    <w:rsid w:val="00CD1F5B"/>
    <w:rsid w:val="00CD2BE3"/>
    <w:rsid w:val="00D16337"/>
    <w:rsid w:val="00D5678F"/>
    <w:rsid w:val="00D56F51"/>
    <w:rsid w:val="00D83B71"/>
    <w:rsid w:val="00DB5505"/>
    <w:rsid w:val="00DC17CB"/>
    <w:rsid w:val="00DD67D7"/>
    <w:rsid w:val="00F33FCE"/>
    <w:rsid w:val="00F604BD"/>
    <w:rsid w:val="00F8731E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90BA9-47F7-4DF5-BCC6-7B7A666A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69</TotalTime>
  <Pages>3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14</cp:revision>
  <dcterms:created xsi:type="dcterms:W3CDTF">2021-11-16T10:44:00Z</dcterms:created>
  <dcterms:modified xsi:type="dcterms:W3CDTF">2025-12-03T10:12:00Z</dcterms:modified>
</cp:coreProperties>
</file>